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554" w:rsidRPr="003D1B4E" w:rsidRDefault="00704554" w:rsidP="003D1B4E">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Додаток 3</w:t>
      </w:r>
    </w:p>
    <w:p w:rsidR="00704554" w:rsidRPr="003D1B4E" w:rsidRDefault="00704554" w:rsidP="003D1B4E">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до р</w:t>
      </w:r>
      <w:r w:rsidRPr="003D1B4E">
        <w:rPr>
          <w:rFonts w:ascii="Times New Roman" w:hAnsi="Times New Roman" w:cs="Times New Roman"/>
          <w:sz w:val="28"/>
          <w:szCs w:val="28"/>
        </w:rPr>
        <w:t>озпорядження начальника</w:t>
      </w:r>
    </w:p>
    <w:p w:rsidR="00704554" w:rsidRPr="003D1B4E" w:rsidRDefault="00704554" w:rsidP="003D1B4E">
      <w:pPr>
        <w:spacing w:after="0" w:line="240" w:lineRule="auto"/>
        <w:ind w:left="5387"/>
        <w:rPr>
          <w:rFonts w:ascii="Times New Roman" w:hAnsi="Times New Roman" w:cs="Times New Roman"/>
          <w:sz w:val="28"/>
          <w:szCs w:val="28"/>
        </w:rPr>
      </w:pPr>
      <w:r w:rsidRPr="003D1B4E">
        <w:rPr>
          <w:rFonts w:ascii="Times New Roman" w:hAnsi="Times New Roman" w:cs="Times New Roman"/>
          <w:sz w:val="28"/>
          <w:szCs w:val="28"/>
        </w:rPr>
        <w:t>обласної військової адміністрації</w:t>
      </w:r>
    </w:p>
    <w:p w:rsidR="00704554" w:rsidRDefault="00704554" w:rsidP="003D1B4E">
      <w:pPr>
        <w:spacing w:after="0" w:line="240" w:lineRule="auto"/>
        <w:ind w:left="5387"/>
        <w:rPr>
          <w:rFonts w:ascii="Times New Roman" w:hAnsi="Times New Roman" w:cs="Times New Roman"/>
          <w:sz w:val="28"/>
          <w:szCs w:val="28"/>
        </w:rPr>
      </w:pPr>
      <w:r w:rsidRPr="003D1B4E">
        <w:rPr>
          <w:rFonts w:ascii="Times New Roman" w:hAnsi="Times New Roman" w:cs="Times New Roman"/>
          <w:sz w:val="28"/>
          <w:szCs w:val="28"/>
        </w:rPr>
        <w:t>_____________№_______________</w:t>
      </w:r>
    </w:p>
    <w:p w:rsidR="00704554" w:rsidRPr="003D1B4E" w:rsidRDefault="00704554" w:rsidP="003D1B4E">
      <w:pPr>
        <w:spacing w:after="0" w:line="240" w:lineRule="auto"/>
        <w:ind w:left="5387"/>
        <w:rPr>
          <w:rFonts w:ascii="Times New Roman" w:hAnsi="Times New Roman" w:cs="Times New Roman"/>
          <w:sz w:val="28"/>
          <w:szCs w:val="28"/>
        </w:rPr>
      </w:pPr>
    </w:p>
    <w:p w:rsidR="00704554" w:rsidRPr="008B4A29" w:rsidRDefault="00704554" w:rsidP="00285D36">
      <w:pPr>
        <w:shd w:val="clear" w:color="auto" w:fill="FFFFFF"/>
        <w:spacing w:before="300" w:after="450" w:line="240" w:lineRule="auto"/>
        <w:ind w:left="450" w:right="450"/>
        <w:jc w:val="center"/>
        <w:rPr>
          <w:rFonts w:ascii="Times New Roman" w:hAnsi="Times New Roman" w:cs="Times New Roman"/>
          <w:b/>
          <w:bCs/>
          <w:sz w:val="28"/>
          <w:szCs w:val="28"/>
          <w:lang w:eastAsia="uk-UA"/>
        </w:rPr>
      </w:pPr>
      <w:r w:rsidRPr="008B4A29">
        <w:rPr>
          <w:rFonts w:ascii="Times New Roman" w:hAnsi="Times New Roman" w:cs="Times New Roman"/>
          <w:b/>
          <w:bCs/>
          <w:sz w:val="28"/>
          <w:szCs w:val="28"/>
          <w:lang w:eastAsia="uk-UA"/>
        </w:rPr>
        <w:t>ПОРЯДОК</w:t>
      </w:r>
      <w:r w:rsidRPr="008B4A29">
        <w:rPr>
          <w:rFonts w:ascii="Times New Roman" w:hAnsi="Times New Roman" w:cs="Times New Roman"/>
          <w:sz w:val="28"/>
          <w:szCs w:val="28"/>
          <w:lang w:eastAsia="uk-UA"/>
        </w:rPr>
        <w:br/>
      </w:r>
      <w:r w:rsidRPr="008B4A29">
        <w:rPr>
          <w:rFonts w:ascii="Times New Roman" w:hAnsi="Times New Roman" w:cs="Times New Roman"/>
          <w:b/>
          <w:bCs/>
          <w:sz w:val="28"/>
          <w:szCs w:val="28"/>
          <w:lang w:eastAsia="uk-UA"/>
        </w:rPr>
        <w:t>розподілу коштів обласного  бюджету на підготовку та реалізацію публічних інвестиційних проє</w:t>
      </w:r>
      <w:bookmarkStart w:id="0" w:name="_GoBack"/>
      <w:bookmarkEnd w:id="0"/>
      <w:r w:rsidRPr="008B4A29">
        <w:rPr>
          <w:rFonts w:ascii="Times New Roman" w:hAnsi="Times New Roman" w:cs="Times New Roman"/>
          <w:b/>
          <w:bCs/>
          <w:sz w:val="28"/>
          <w:szCs w:val="28"/>
          <w:lang w:eastAsia="uk-UA"/>
        </w:rPr>
        <w:t>ктів та програм публічних інвестицій</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 w:name="n75"/>
      <w:bookmarkEnd w:id="1"/>
      <w:r w:rsidRPr="008B4A29">
        <w:rPr>
          <w:rFonts w:ascii="Times New Roman" w:hAnsi="Times New Roman" w:cs="Times New Roman"/>
          <w:sz w:val="28"/>
          <w:szCs w:val="28"/>
          <w:lang w:eastAsia="uk-UA"/>
        </w:rPr>
        <w:t xml:space="preserve">1. Цей Порядок визначає механізм розподілу коштів обласного  бюджету на підготовку та реалізацію публічних інвестиційних проєктів та програм публічних інвестицій єдиного проєктного портфеля публічних інвестицій Львівської області з урахуванням обсягу місцевих гарантій, що </w:t>
      </w:r>
      <w:r w:rsidRPr="008B4A29">
        <w:rPr>
          <w:rFonts w:ascii="Times New Roman" w:hAnsi="Times New Roman" w:cs="Times New Roman"/>
          <w:sz w:val="28"/>
          <w:szCs w:val="28"/>
        </w:rPr>
        <w:t>надаються для забезпечення виконання боргових зобов’язань суб’єктів господарювання – резидентів України, що належать до обласної комунальної власності, розташовані на відповідній території Львівської області, здійснюють на цій території реалізацію публічних інвестиційних проєктів, метою яких є розвиток комунальної інфраструктури або впровадження ресурсозберігаючих технологій, які залучаються для підготовки та реалізації публічних інвестиційних проєктів та програм.</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2" w:name="n76"/>
      <w:bookmarkEnd w:id="2"/>
      <w:r w:rsidRPr="008B4A29">
        <w:rPr>
          <w:rFonts w:ascii="Times New Roman" w:hAnsi="Times New Roman" w:cs="Times New Roman"/>
          <w:sz w:val="28"/>
          <w:szCs w:val="28"/>
          <w:lang w:eastAsia="uk-UA"/>
        </w:rPr>
        <w:t>2. У цьому Порядку терміни вживаються в такому значенні:</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3" w:name="n77"/>
      <w:bookmarkEnd w:id="3"/>
      <w:r w:rsidRPr="008B4A29">
        <w:rPr>
          <w:rFonts w:ascii="Times New Roman" w:hAnsi="Times New Roman" w:cs="Times New Roman"/>
          <w:sz w:val="28"/>
          <w:szCs w:val="28"/>
          <w:lang w:eastAsia="uk-UA"/>
        </w:rPr>
        <w:t>життєвий цикл публічного інвестиційного проєкту – період часу, який складається з послідовних дій та етапів, кожен з яких має свої часові межі, та спрямований на досягнення результатів публічного інвестиційного проекту;</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4" w:name="n78"/>
      <w:bookmarkEnd w:id="4"/>
      <w:r w:rsidRPr="008B4A29">
        <w:rPr>
          <w:rFonts w:ascii="Times New Roman" w:hAnsi="Times New Roman" w:cs="Times New Roman"/>
          <w:sz w:val="28"/>
          <w:szCs w:val="28"/>
          <w:lang w:eastAsia="uk-UA"/>
        </w:rPr>
        <w:t>моніторинг стану підготовки та реалізації публічного інвестиційного проєкту та програми публічних інвестицій – комплекс заходів щодо постійного і безперервного аналізу інформації про стан підготовки та реалізації публічного інвестиційного проєкту та програми публічних інвестицій для здійснення контролю за відповідністю запланованих витрат, результатів, плану реалізації проєкту та програми фактичним даним з метою вчасного виявлення відхилень від плану та ефективного впровадження публічного інвестиційного проєкту та програми публічних інвестицій;</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5" w:name="n79"/>
      <w:bookmarkEnd w:id="5"/>
      <w:r w:rsidRPr="008B4A29">
        <w:rPr>
          <w:rFonts w:ascii="Times New Roman" w:hAnsi="Times New Roman" w:cs="Times New Roman"/>
          <w:sz w:val="28"/>
          <w:szCs w:val="28"/>
          <w:lang w:eastAsia="uk-UA"/>
        </w:rPr>
        <w:t>новий публічний інвестиційний проєкт або нова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не здійснювалося у попередні бюджетні періоди;</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6" w:name="n80"/>
      <w:bookmarkEnd w:id="6"/>
      <w:r w:rsidRPr="008B4A29">
        <w:rPr>
          <w:rFonts w:ascii="Times New Roman" w:hAnsi="Times New Roman" w:cs="Times New Roman"/>
          <w:sz w:val="28"/>
          <w:szCs w:val="28"/>
          <w:lang w:eastAsia="uk-UA"/>
        </w:rPr>
        <w:t>підготовка публічного інвестиційного проєкту – передінвестиційний етап життєвого циклу публічного інвестиційного проєкту, який включає розроблення проєкту, здійснення передінвестиційних досліджень (попереднє і повне техніко-економічне обґрунтування), оцінку проєкту, прийняття рішення щодо його доцільності та включення до секторального портфеля публічних інвестицій, прийняття рішення Місцевою інвестиційною радою щодо включення проєкту до єдиного проектного портфеля публічних інвестицій держави;</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7" w:name="n81"/>
      <w:bookmarkEnd w:id="7"/>
      <w:r w:rsidRPr="008B4A29">
        <w:rPr>
          <w:rFonts w:ascii="Times New Roman" w:hAnsi="Times New Roman" w:cs="Times New Roman"/>
          <w:sz w:val="28"/>
          <w:szCs w:val="28"/>
          <w:lang w:eastAsia="uk-UA"/>
        </w:rPr>
        <w:t>реалізація програми публічних інвестицій – здійснення заходів, передбачених програмою публічних інвестицій для досягнення встановлених цільових показників, зокрема відбір публічних інвестиційних проєктів, що відповідають затвердженим у рамках програми критеріям, розподіл відповідних коштів місцевого  бюджету в межах загального обсягу програми та моніторинг реалізації відібраних проєктів;</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8" w:name="n82"/>
      <w:bookmarkEnd w:id="8"/>
      <w:r w:rsidRPr="008B4A29">
        <w:rPr>
          <w:rFonts w:ascii="Times New Roman" w:hAnsi="Times New Roman" w:cs="Times New Roman"/>
          <w:sz w:val="28"/>
          <w:szCs w:val="28"/>
          <w:lang w:eastAsia="uk-UA"/>
        </w:rPr>
        <w:t>реалізація публічного інвестиційного проєкту – інвестиційний етап життєвого циклу публічного інвестиційного проєкту, який включає, зокрема, розроблення проєктної документації та її затвердження, отримання відповідних дозволів, підготовку та проведення процедур закупівель, укладення договорів, виконання будівельних робіт, придбання та встановлення обладнання, управління заходами проєкту, навчання персоналу, прийняття в експлуатацію;</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9" w:name="n83"/>
      <w:bookmarkEnd w:id="9"/>
      <w:r w:rsidRPr="008B4A29">
        <w:rPr>
          <w:rFonts w:ascii="Times New Roman" w:hAnsi="Times New Roman" w:cs="Times New Roman"/>
          <w:sz w:val="28"/>
          <w:szCs w:val="28"/>
          <w:lang w:eastAsia="uk-UA"/>
        </w:rPr>
        <w:t>розпочатий публічний інвестиційний проєкт або розпочата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здійснювалося у попередні бюджетні періоди на будь-якому етапі їх життєвого циклу.</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0" w:name="n84"/>
      <w:bookmarkEnd w:id="10"/>
      <w:r w:rsidRPr="008B4A29">
        <w:rPr>
          <w:rFonts w:ascii="Times New Roman" w:hAnsi="Times New Roman" w:cs="Times New Roman"/>
          <w:sz w:val="28"/>
          <w:szCs w:val="28"/>
          <w:lang w:eastAsia="uk-UA"/>
        </w:rPr>
        <w:t>Інші терміни вживаються у значенні, наведеному в </w:t>
      </w:r>
      <w:hyperlink r:id="rId7" w:tgtFrame="_blank" w:history="1">
        <w:r w:rsidRPr="008B4A29">
          <w:rPr>
            <w:rFonts w:ascii="Times New Roman" w:hAnsi="Times New Roman" w:cs="Times New Roman"/>
            <w:sz w:val="28"/>
            <w:szCs w:val="28"/>
            <w:u w:val="single"/>
            <w:lang w:eastAsia="uk-UA"/>
          </w:rPr>
          <w:t>Бюджетному кодексі України</w:t>
        </w:r>
      </w:hyperlink>
      <w:r w:rsidRPr="008B4A29">
        <w:rPr>
          <w:rFonts w:ascii="Times New Roman" w:hAnsi="Times New Roman" w:cs="Times New Roman"/>
          <w:sz w:val="28"/>
          <w:szCs w:val="28"/>
        </w:rPr>
        <w:t xml:space="preserve"> та Порядку розподілу коштів державного бюджету на підготовку та реалізацію публічних інвестиційних проектів та програм публічних інвестицій, затвердженому постановою Кабінету Міністрів України від 28 лютого 2025 року № 232 «Деякі питання розподілу публічних інвестицій» (зі змінами)</w:t>
      </w:r>
      <w:r w:rsidRPr="008B4A29">
        <w:rPr>
          <w:rFonts w:ascii="Times New Roman" w:hAnsi="Times New Roman" w:cs="Times New Roman"/>
          <w:sz w:val="28"/>
          <w:szCs w:val="28"/>
          <w:lang w:eastAsia="uk-UA"/>
        </w:rPr>
        <w:t>.</w:t>
      </w:r>
    </w:p>
    <w:p w:rsidR="00704554" w:rsidRPr="008B4A29" w:rsidRDefault="00704554" w:rsidP="001349EE">
      <w:pPr>
        <w:shd w:val="clear" w:color="auto" w:fill="FFFFFF"/>
        <w:spacing w:after="150" w:line="240" w:lineRule="auto"/>
        <w:ind w:firstLine="450"/>
        <w:jc w:val="both"/>
        <w:rPr>
          <w:rFonts w:ascii="Times New Roman" w:hAnsi="Times New Roman" w:cs="Times New Roman"/>
          <w:sz w:val="28"/>
          <w:szCs w:val="28"/>
          <w:lang w:eastAsia="uk-UA"/>
        </w:rPr>
      </w:pPr>
      <w:bookmarkStart w:id="11" w:name="n85"/>
      <w:bookmarkEnd w:id="11"/>
      <w:r w:rsidRPr="008B4A29">
        <w:rPr>
          <w:rFonts w:ascii="Times New Roman" w:hAnsi="Times New Roman" w:cs="Times New Roman"/>
          <w:sz w:val="28"/>
          <w:szCs w:val="28"/>
          <w:lang w:eastAsia="uk-UA"/>
        </w:rPr>
        <w:t>3.</w:t>
      </w:r>
      <w:r w:rsidRPr="008B4A29">
        <w:rPr>
          <w:rFonts w:ascii="Times New Roman" w:hAnsi="Times New Roman" w:cs="Times New Roman"/>
          <w:sz w:val="24"/>
          <w:szCs w:val="24"/>
          <w:lang w:eastAsia="uk-UA"/>
        </w:rPr>
        <w:t xml:space="preserve"> </w:t>
      </w:r>
      <w:r w:rsidRPr="008B4A29">
        <w:rPr>
          <w:rFonts w:ascii="Times New Roman" w:hAnsi="Times New Roman" w:cs="Times New Roman"/>
          <w:sz w:val="28"/>
          <w:szCs w:val="28"/>
        </w:rPr>
        <w:t xml:space="preserve">З метою здійснення розподілу публічних інвестицій на плановий бюджетний період та два наступні за плановим бюджетні періоди, відповідальні структурні підрозділи за галузь (сектор) обласної державної адміністрації у межах орієнтовного розподілу коштів за основними напрямами публічного інвестування у розрізі сфер діяльності в затвердженому середньостроковому плані пріоритетних публічних інвестицій Львівської області, формують на основі схваленого Місцевою інвестиційною радою при Львівській обласній державній (військовій) адміністрації єдиного проєктного портфеля публічних інвестицій Львівської області переліки розпочатих та нових публічних інвестиційних проєктів та програм публічних інвестицій за формою, </w:t>
      </w:r>
      <w:r w:rsidRPr="008B4A29">
        <w:rPr>
          <w:rFonts w:ascii="Times New Roman" w:hAnsi="Times New Roman" w:cs="Times New Roman"/>
          <w:sz w:val="28"/>
          <w:szCs w:val="28"/>
          <w:lang w:eastAsia="uk-UA"/>
        </w:rPr>
        <w:t>згідно з додатком 1 з урахуванням таких критеріїв:</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2" w:name="n86"/>
      <w:bookmarkEnd w:id="12"/>
      <w:r w:rsidRPr="008B4A29">
        <w:rPr>
          <w:rFonts w:ascii="Times New Roman" w:hAnsi="Times New Roman" w:cs="Times New Roman"/>
          <w:sz w:val="28"/>
          <w:szCs w:val="28"/>
          <w:lang w:eastAsia="uk-UA"/>
        </w:rPr>
        <w:t xml:space="preserve">1) пріоритетність – до переліку включаються публічні інвестиційні проєкти з найвищими балами пріоритезації в єдиному проєктному портфелі публічних інвестицій </w:t>
      </w:r>
      <w:r w:rsidRPr="008B4A29">
        <w:rPr>
          <w:rFonts w:ascii="Times New Roman" w:hAnsi="Times New Roman" w:cs="Times New Roman"/>
          <w:sz w:val="28"/>
          <w:szCs w:val="28"/>
        </w:rPr>
        <w:t xml:space="preserve">Львівської області </w:t>
      </w:r>
      <w:r w:rsidRPr="008B4A29">
        <w:rPr>
          <w:rFonts w:ascii="Times New Roman" w:hAnsi="Times New Roman" w:cs="Times New Roman"/>
          <w:sz w:val="28"/>
          <w:szCs w:val="28"/>
          <w:lang w:eastAsia="uk-UA"/>
        </w:rPr>
        <w:t>у відповідному секторі;</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3" w:name="n87"/>
      <w:bookmarkEnd w:id="13"/>
      <w:r w:rsidRPr="008B4A29">
        <w:rPr>
          <w:rFonts w:ascii="Times New Roman" w:hAnsi="Times New Roman" w:cs="Times New Roman"/>
          <w:sz w:val="28"/>
          <w:szCs w:val="28"/>
          <w:lang w:eastAsia="uk-UA"/>
        </w:rPr>
        <w:t xml:space="preserve">2) ступінь готовності – до переліку насамперед включаються вже розпочаті публічні інвестиційні проєкти та програми публічних інвестицій, стратегічна доцільність яких залишається актуальною, нові публічні інвестиційні проєкти, які мають завершені передінвестиційні дослідження (попереднє техніко-економічне обґрунтування для проєктів вартістю до 50 млн. гривень, повне техніко-економічне обґрунтування для проєктів вартістю понад 50 млн. гривень), успішно пройшли відповідну оцінку та готові до реалізації, нові публічні інвестиційні проєкти та програми, які визначені </w:t>
      </w:r>
      <w:r w:rsidRPr="008B4A29">
        <w:rPr>
          <w:rFonts w:ascii="Times New Roman" w:hAnsi="Times New Roman" w:cs="Times New Roman"/>
          <w:sz w:val="28"/>
          <w:szCs w:val="28"/>
        </w:rPr>
        <w:t>Місцевою інвестиційною радою при Львівській обласній державній (військовій) адміністрації</w:t>
      </w:r>
      <w:r w:rsidRPr="008B4A29">
        <w:rPr>
          <w:rFonts w:ascii="Times New Roman" w:hAnsi="Times New Roman" w:cs="Times New Roman"/>
          <w:sz w:val="28"/>
          <w:szCs w:val="28"/>
          <w:lang w:eastAsia="uk-UA"/>
        </w:rPr>
        <w:t xml:space="preserve"> пріоритетними для подальшої підготовки, але не відповідають критеріям наявних програм з підтримки підготовки проєктів;</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4" w:name="n88"/>
      <w:bookmarkEnd w:id="14"/>
      <w:r w:rsidRPr="008B4A29">
        <w:rPr>
          <w:rFonts w:ascii="Times New Roman" w:hAnsi="Times New Roman" w:cs="Times New Roman"/>
          <w:sz w:val="28"/>
          <w:szCs w:val="28"/>
          <w:lang w:eastAsia="uk-UA"/>
        </w:rPr>
        <w:t>3) наявність відповідного джерела фінансового забезпечення – до переліку включаються нові програми публічних інвестицій у разі наявності підтвердженого джерела фінансового забезпечення, нові публічні інвестиційні проєкти – у разі наявності джерела фінансового забезпечення, що відповідає характеристикам такого проєкту згідно з методикою визначення джерел і механізмів фінансового забезпечення публічних інвестиційних проєктів та програм публічних інвестицій, затвердженою Міністерством фінансів України.</w:t>
      </w:r>
    </w:p>
    <w:p w:rsidR="00704554" w:rsidRPr="008B4A29" w:rsidRDefault="00704554" w:rsidP="00A7773B">
      <w:pPr>
        <w:shd w:val="clear" w:color="auto" w:fill="FFFFFF"/>
        <w:spacing w:after="150" w:line="240" w:lineRule="auto"/>
        <w:ind w:firstLine="450"/>
        <w:jc w:val="both"/>
        <w:rPr>
          <w:rFonts w:ascii="Times New Roman" w:hAnsi="Times New Roman" w:cs="Times New Roman"/>
          <w:sz w:val="28"/>
          <w:szCs w:val="28"/>
        </w:rPr>
      </w:pPr>
      <w:bookmarkStart w:id="15" w:name="n89"/>
      <w:bookmarkEnd w:id="15"/>
      <w:r w:rsidRPr="008B4A29">
        <w:rPr>
          <w:rFonts w:ascii="Times New Roman" w:hAnsi="Times New Roman" w:cs="Times New Roman"/>
          <w:sz w:val="28"/>
          <w:szCs w:val="28"/>
          <w:lang w:eastAsia="uk-UA"/>
        </w:rPr>
        <w:t xml:space="preserve">4. </w:t>
      </w:r>
      <w:bookmarkStart w:id="16" w:name="n90"/>
      <w:bookmarkEnd w:id="16"/>
      <w:r w:rsidRPr="008B4A29">
        <w:rPr>
          <w:rFonts w:ascii="Times New Roman" w:hAnsi="Times New Roman" w:cs="Times New Roman"/>
          <w:sz w:val="28"/>
          <w:szCs w:val="28"/>
        </w:rPr>
        <w:t xml:space="preserve">Структурні підрозділи обласної державної адміністрації відповідальні за галузь (сектор) подають сформовані переліки публічних інвестиційних проєктів та програм публічних інвестицій департаменту фінансів обласної державної адміністрації у визначений термін, разом з обґрунтуванням відповідності критеріям, визначеним пунктом 3. </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rPr>
        <w:t>5. Департамент фінансів обласної державної адміністрації здійснює аналіз поданих структурними підрозділами переліків публічних інвестиційних проєктів та програм публічних інвестицій на відповідність орієнтовному розподілу коштів за основними напрямами публічного інвестування у розрізі сфер діяльності, інформації, що міститься в єдиному проєктному портфелі публічних інвестицій Львівської області, та підходам до визначення джерел і механізмів фінансового забезпечення, а також щодо обґрунтованості зазначеної потреби у фінансовому забезпеченні з огляду на поточний стан та плани реалізації відповідних проєктів та програм.</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bookmarkStart w:id="17" w:name="n91"/>
      <w:bookmarkStart w:id="18" w:name="n98"/>
      <w:bookmarkEnd w:id="17"/>
      <w:bookmarkEnd w:id="18"/>
      <w:r w:rsidRPr="008B4A29">
        <w:rPr>
          <w:rFonts w:ascii="Times New Roman" w:hAnsi="Times New Roman" w:cs="Times New Roman"/>
          <w:sz w:val="28"/>
          <w:szCs w:val="28"/>
          <w:lang w:eastAsia="uk-UA"/>
        </w:rPr>
        <w:t>6. З</w:t>
      </w:r>
      <w:r w:rsidRPr="008B4A29">
        <w:rPr>
          <w:rFonts w:ascii="Times New Roman" w:hAnsi="Times New Roman" w:cs="Times New Roman"/>
          <w:sz w:val="28"/>
          <w:szCs w:val="28"/>
        </w:rPr>
        <w:t xml:space="preserve">а результатами здійсненого аналізу, департамент фінансів обласної державної адміністрації, формує консолідований перелік публічних інвестиційних проєктів та програм публічних інвестицій єдиного проєктного портфеля публічних інвестицій Львівської області і розподіл публічних інвестицій на їх підготовку та реалізацію на плановий та два наступні за плановим бюджетні періоди в розрізі джерел і механізмів фінансового забезпечення (далі – консолідований перелік) з урахуванням: </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rPr>
        <w:t xml:space="preserve">вимог щодо спрямування не менше ніж 70 відсотків загального обсягу публічних інвестицій на продовження (завершення) реалізації розпочатих публічних інвестиційних проєктів відповідно до планів їх реалізації та строків введення в експлуатацію основних засобів; </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rPr>
        <w:t>граничного обсягу місцевого боргу та гарантованого обласною радою боргу;</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rPr>
        <w:t>оптимального щорічного боргового навантаження на обласний бюджет;</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r w:rsidRPr="008B4A29">
        <w:rPr>
          <w:rFonts w:ascii="Times New Roman" w:hAnsi="Times New Roman" w:cs="Times New Roman"/>
          <w:sz w:val="28"/>
          <w:szCs w:val="28"/>
        </w:rPr>
        <w:t>встановлених обсягів щорічних видатків на виконання довгострокових зобов’язань у межах державно-приватного партнерства на відповідні бюджетні періоди.</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19" w:name="n100"/>
      <w:bookmarkEnd w:id="19"/>
      <w:r w:rsidRPr="008B4A29">
        <w:rPr>
          <w:rFonts w:ascii="Times New Roman" w:hAnsi="Times New Roman" w:cs="Times New Roman"/>
          <w:sz w:val="28"/>
          <w:szCs w:val="28"/>
          <w:lang w:eastAsia="uk-UA"/>
        </w:rPr>
        <w:t xml:space="preserve">7. </w:t>
      </w:r>
      <w:r w:rsidRPr="008B4A29">
        <w:rPr>
          <w:rFonts w:ascii="Times New Roman" w:hAnsi="Times New Roman" w:cs="Times New Roman"/>
          <w:sz w:val="28"/>
          <w:szCs w:val="28"/>
        </w:rPr>
        <w:t>Департамент фінансів обласної державної адміністрації</w:t>
      </w:r>
      <w:r w:rsidRPr="008B4A29">
        <w:rPr>
          <w:rFonts w:ascii="Times New Roman" w:hAnsi="Times New Roman" w:cs="Times New Roman"/>
          <w:sz w:val="28"/>
          <w:szCs w:val="28"/>
          <w:lang w:eastAsia="uk-UA"/>
        </w:rPr>
        <w:t xml:space="preserve">, </w:t>
      </w:r>
      <w:r w:rsidRPr="008B4A29">
        <w:rPr>
          <w:rFonts w:ascii="Times New Roman" w:hAnsi="Times New Roman" w:cs="Times New Roman"/>
          <w:sz w:val="28"/>
          <w:szCs w:val="28"/>
        </w:rPr>
        <w:t xml:space="preserve">у тижневий строк </w:t>
      </w:r>
      <w:r w:rsidRPr="008B4A29">
        <w:rPr>
          <w:rFonts w:ascii="Times New Roman" w:hAnsi="Times New Roman" w:cs="Times New Roman"/>
          <w:sz w:val="28"/>
          <w:szCs w:val="28"/>
          <w:lang w:eastAsia="uk-UA"/>
        </w:rPr>
        <w:t>з</w:t>
      </w:r>
      <w:r w:rsidRPr="008B4A29">
        <w:rPr>
          <w:rFonts w:ascii="Times New Roman" w:hAnsi="Times New Roman" w:cs="Times New Roman"/>
          <w:sz w:val="28"/>
          <w:szCs w:val="28"/>
        </w:rPr>
        <w:t>а результатами здійсненого аналізу</w:t>
      </w:r>
      <w:r w:rsidRPr="008B4A29">
        <w:rPr>
          <w:rFonts w:ascii="Times New Roman" w:hAnsi="Times New Roman" w:cs="Times New Roman"/>
          <w:sz w:val="28"/>
          <w:szCs w:val="28"/>
          <w:lang w:eastAsia="uk-UA"/>
        </w:rPr>
        <w:t xml:space="preserve"> </w:t>
      </w:r>
      <w:r w:rsidRPr="008B4A29">
        <w:rPr>
          <w:rFonts w:ascii="Times New Roman" w:hAnsi="Times New Roman" w:cs="Times New Roman"/>
          <w:sz w:val="28"/>
          <w:szCs w:val="28"/>
        </w:rPr>
        <w:t xml:space="preserve">подає регіональній комісії з питань розподілу публічних інвестицій (далі – Комісія) консолідований перелік за формою, </w:t>
      </w:r>
      <w:r w:rsidRPr="008B4A29">
        <w:rPr>
          <w:rFonts w:ascii="Times New Roman" w:hAnsi="Times New Roman" w:cs="Times New Roman"/>
          <w:sz w:val="28"/>
          <w:szCs w:val="28"/>
          <w:lang w:eastAsia="uk-UA"/>
        </w:rPr>
        <w:t xml:space="preserve">згідно з додатком </w:t>
      </w:r>
      <w:r w:rsidRPr="008B4A29">
        <w:rPr>
          <w:rFonts w:ascii="Times New Roman" w:hAnsi="Times New Roman" w:cs="Times New Roman"/>
          <w:sz w:val="28"/>
          <w:szCs w:val="28"/>
        </w:rPr>
        <w:t>2</w:t>
      </w:r>
      <w:r w:rsidRPr="008B4A29">
        <w:rPr>
          <w:rFonts w:ascii="Times New Roman" w:hAnsi="Times New Roman" w:cs="Times New Roman"/>
          <w:sz w:val="28"/>
          <w:szCs w:val="28"/>
          <w:lang w:eastAsia="uk-UA"/>
        </w:rPr>
        <w:t>.</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lang w:eastAsia="uk-UA"/>
        </w:rPr>
        <w:t xml:space="preserve">8. </w:t>
      </w:r>
      <w:r w:rsidRPr="008B4A29">
        <w:rPr>
          <w:rFonts w:ascii="Times New Roman" w:hAnsi="Times New Roman" w:cs="Times New Roman"/>
          <w:sz w:val="28"/>
          <w:szCs w:val="28"/>
        </w:rPr>
        <w:t>Комісія на підставі інформації, отриманої від департаменту фінансів обласної державної адміністрації, у тижневий строк приймає на своєму засіданні рішення щодо розподілу публічних інвестицій на підготовку та реалізацію публічних інвестиційних проєктів та програм публічних інвестицій у розрізі таких проєктів та програм із зазначенням відповідних джерел і механізмів їх фінансового забезпечення з урахуванням вимог статті 75² Кодексу та пункту 6.</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rPr>
        <w:t xml:space="preserve"> Рішення Комісії та консолідований перелік розміщуються на офіційному вебсайті Львівської обласної державної (військової) адміністрації.</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r w:rsidRPr="008B4A29">
        <w:rPr>
          <w:rFonts w:ascii="Times New Roman" w:hAnsi="Times New Roman" w:cs="Times New Roman"/>
          <w:sz w:val="28"/>
          <w:szCs w:val="28"/>
        </w:rPr>
        <w:t>9. На підставі рішення Комісії щодо розподілу публічних інвестицій, здійсненого відповідно до пункту 8 департамент фінансів обласної державної адміністрації доводить до головних розпорядників бюджетних коштів розподілений обсяг публічних інвестицій на підготовку та реалізацію публічних інвестиційних проєктів та програм публічних інвестицій, визначений у консолідованому переліку для включення його до бюджетних запитів за бюджетними програмами, в межах яких передбачено підготовку та реалізацію відповідних публічних інвестиційних проєктів та програм публічних інвестицій.</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20" w:name="n101"/>
      <w:bookmarkStart w:id="21" w:name="n102"/>
      <w:bookmarkEnd w:id="20"/>
      <w:bookmarkEnd w:id="21"/>
      <w:r w:rsidRPr="008B4A29">
        <w:rPr>
          <w:rFonts w:ascii="Times New Roman" w:hAnsi="Times New Roman" w:cs="Times New Roman"/>
          <w:sz w:val="28"/>
          <w:szCs w:val="28"/>
          <w:lang w:eastAsia="uk-UA"/>
        </w:rPr>
        <w:t>10. Якщо протягом бюджетного періоду за результатами моніторингу стану підготовки та реалізації публічних інвестиційних проєктів та програм публічних інвестицій встановлено порушення строків розроблення або реалізації проєкту або програми, або підвищення вартості проєкту або програми більш як на 10 відсотків, або виявлено невідповідність предмета закупівель меті та кінцевому результату, якого планується досягти в результаті реалізації проєкту або програми, такі проєкти або програми за пропозицією департаменту фінансів</w:t>
      </w:r>
      <w:r w:rsidRPr="008B4A29">
        <w:rPr>
          <w:rFonts w:ascii="Times New Roman" w:hAnsi="Times New Roman" w:cs="Times New Roman"/>
          <w:sz w:val="28"/>
          <w:szCs w:val="28"/>
        </w:rPr>
        <w:t xml:space="preserve"> обласної державної адміністрації чи інших членів</w:t>
      </w:r>
      <w:r w:rsidRPr="008B4A29">
        <w:rPr>
          <w:rFonts w:ascii="Times New Roman" w:hAnsi="Times New Roman" w:cs="Times New Roman"/>
          <w:sz w:val="28"/>
          <w:szCs w:val="28"/>
          <w:lang w:eastAsia="uk-UA"/>
        </w:rPr>
        <w:t xml:space="preserve"> Комісії з питань розподілу публічних інвестицій підлягають повторному розгляду в установленому порядку. Рішення Комісії є підставою для розгляду питання про передачу коштів місцевого бюджету на публічні інвестиційні проєкти та програми публічних інвестицій, які реалізуються у визначені строки, у встановленому бюджетним законодавством порядку.</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bookmarkStart w:id="22" w:name="n103"/>
      <w:bookmarkEnd w:id="22"/>
      <w:r w:rsidRPr="008B4A29">
        <w:rPr>
          <w:rFonts w:ascii="Times New Roman" w:hAnsi="Times New Roman" w:cs="Times New Roman"/>
          <w:sz w:val="28"/>
          <w:szCs w:val="28"/>
          <w:lang w:eastAsia="uk-UA"/>
        </w:rPr>
        <w:t xml:space="preserve">11. У разі встановлення за результатами  моніторингу випадків ненабрання чинності кредитними угодами в рамках підготовки та реалізації публічних інвестиційних проктів, під які передбачалося надання місцевих гарантій відповідно до розподілу, за пропозицією </w:t>
      </w:r>
      <w:r w:rsidRPr="008B4A29">
        <w:rPr>
          <w:rFonts w:ascii="Times New Roman" w:hAnsi="Times New Roman" w:cs="Times New Roman"/>
          <w:sz w:val="28"/>
          <w:szCs w:val="28"/>
        </w:rPr>
        <w:t>департаменту фінансів обласної державної адміністрації</w:t>
      </w:r>
      <w:r w:rsidRPr="008B4A29">
        <w:rPr>
          <w:rFonts w:ascii="Times New Roman" w:hAnsi="Times New Roman" w:cs="Times New Roman"/>
          <w:sz w:val="28"/>
          <w:szCs w:val="28"/>
          <w:lang w:eastAsia="uk-UA"/>
        </w:rPr>
        <w:t xml:space="preserve"> Комісія з питань розподілу публічних інвестицій може здійснювати перегляд переліку таких проєктів. За результатами такого перегляду та у випадку наявності в єдиному проєктному портфелі публічних інвестицій  проєктів, під які може бути надано місцеві гарантії і які перебувають на відповідній стадії готовності, Комісія може приймати рішення про заміну або включення додаткових проєктів до переліку з дотриманням граничного обсягу надання місцевих гарантій, встановленого рішенням про обласний бюджет на відповідний бюджетний період.</w:t>
      </w:r>
    </w:p>
    <w:p w:rsidR="00704554" w:rsidRDefault="00704554" w:rsidP="00285D36">
      <w:pPr>
        <w:shd w:val="clear" w:color="auto" w:fill="FFFFFF"/>
        <w:spacing w:after="150" w:line="240" w:lineRule="auto"/>
        <w:ind w:firstLine="450"/>
        <w:jc w:val="both"/>
        <w:rPr>
          <w:rFonts w:ascii="Times New Roman" w:hAnsi="Times New Roman" w:cs="Times New Roman"/>
          <w:sz w:val="28"/>
          <w:szCs w:val="28"/>
        </w:rPr>
      </w:pPr>
      <w:r w:rsidRPr="008B4A29">
        <w:rPr>
          <w:rFonts w:ascii="Times New Roman" w:hAnsi="Times New Roman" w:cs="Times New Roman"/>
          <w:sz w:val="28"/>
          <w:szCs w:val="28"/>
          <w:lang w:eastAsia="uk-UA"/>
        </w:rPr>
        <w:t xml:space="preserve">12. </w:t>
      </w:r>
      <w:r w:rsidRPr="008B4A29">
        <w:rPr>
          <w:rFonts w:ascii="Times New Roman" w:hAnsi="Times New Roman" w:cs="Times New Roman"/>
          <w:sz w:val="28"/>
          <w:szCs w:val="28"/>
        </w:rPr>
        <w:t>Якщо під час реалізації публічних інвестиційних проєктів та програм публічних інвестицій виявлено та документально підтверджено факт шахрайства чи вчинення корупційного або пов’язаного з корупцією правопорушення стосовно підготовки або реалізації таких проєктів та програм, департамент фінансів обласної державної адміністрації за рішенням Комісії готує та подає міжрегіональним територіальним органам Державної аудиторської служби України пропозиції для проведення фінансового аудиту за публічними інвестиційними проєктами та програмами публічних інвестицій.</w:t>
      </w:r>
    </w:p>
    <w:p w:rsidR="00704554" w:rsidRDefault="00704554" w:rsidP="00285D36">
      <w:pPr>
        <w:shd w:val="clear" w:color="auto" w:fill="FFFFFF"/>
        <w:spacing w:after="150" w:line="240" w:lineRule="auto"/>
        <w:ind w:firstLine="450"/>
        <w:jc w:val="both"/>
        <w:rPr>
          <w:rFonts w:ascii="Times New Roman" w:hAnsi="Times New Roman" w:cs="Times New Roman"/>
          <w:sz w:val="28"/>
          <w:szCs w:val="28"/>
        </w:rPr>
      </w:pPr>
    </w:p>
    <w:p w:rsidR="00704554" w:rsidRDefault="00704554" w:rsidP="002C6D36">
      <w:pPr>
        <w:tabs>
          <w:tab w:val="left" w:pos="993"/>
        </w:tabs>
        <w:spacing w:line="240" w:lineRule="auto"/>
        <w:ind w:left="569" w:hanging="569"/>
        <w:jc w:val="center"/>
      </w:pPr>
      <w:r>
        <w:t>______________________________</w:t>
      </w:r>
    </w:p>
    <w:p w:rsidR="00704554" w:rsidRPr="008B4A29" w:rsidRDefault="00704554" w:rsidP="00285D36">
      <w:pPr>
        <w:shd w:val="clear" w:color="auto" w:fill="FFFFFF"/>
        <w:spacing w:after="150" w:line="240" w:lineRule="auto"/>
        <w:ind w:firstLine="450"/>
        <w:jc w:val="both"/>
        <w:rPr>
          <w:rFonts w:ascii="Times New Roman" w:hAnsi="Times New Roman" w:cs="Times New Roman"/>
          <w:sz w:val="28"/>
          <w:szCs w:val="28"/>
          <w:lang w:eastAsia="uk-UA"/>
        </w:rPr>
      </w:pPr>
    </w:p>
    <w:sectPr w:rsidR="00704554" w:rsidRPr="008B4A29" w:rsidSect="00AF2F2C">
      <w:headerReference w:type="default" r:id="rId8"/>
      <w:headerReference w:type="first" r:id="rId9"/>
      <w:pgSz w:w="11906" w:h="16838"/>
      <w:pgMar w:top="709" w:right="567" w:bottom="1134" w:left="1560"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554" w:rsidRDefault="00704554" w:rsidP="00E90CE1">
      <w:pPr>
        <w:spacing w:after="0" w:line="240" w:lineRule="auto"/>
      </w:pPr>
      <w:r>
        <w:separator/>
      </w:r>
    </w:p>
  </w:endnote>
  <w:endnote w:type="continuationSeparator" w:id="0">
    <w:p w:rsidR="00704554" w:rsidRDefault="00704554" w:rsidP="00E90C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554" w:rsidRDefault="00704554" w:rsidP="00E90CE1">
      <w:pPr>
        <w:spacing w:after="0" w:line="240" w:lineRule="auto"/>
      </w:pPr>
      <w:r>
        <w:separator/>
      </w:r>
    </w:p>
  </w:footnote>
  <w:footnote w:type="continuationSeparator" w:id="0">
    <w:p w:rsidR="00704554" w:rsidRDefault="00704554" w:rsidP="00E90C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554" w:rsidRPr="0063330A" w:rsidRDefault="00704554">
    <w:pPr>
      <w:pStyle w:val="Header"/>
      <w:jc w:val="center"/>
      <w:rPr>
        <w:rFonts w:ascii="Times New Roman" w:hAnsi="Times New Roman" w:cs="Times New Roman"/>
      </w:rPr>
    </w:pPr>
    <w:r>
      <w:t xml:space="preserve">                                                          </w:t>
    </w:r>
    <w:r w:rsidRPr="0063330A">
      <w:rPr>
        <w:rFonts w:ascii="Times New Roman" w:hAnsi="Times New Roman" w:cs="Times New Roman"/>
      </w:rPr>
      <w:fldChar w:fldCharType="begin"/>
    </w:r>
    <w:r w:rsidRPr="0063330A">
      <w:rPr>
        <w:rFonts w:ascii="Times New Roman" w:hAnsi="Times New Roman" w:cs="Times New Roman"/>
      </w:rPr>
      <w:instrText>PAGE   \* MERGEFORMAT</w:instrText>
    </w:r>
    <w:r w:rsidRPr="0063330A">
      <w:rPr>
        <w:rFonts w:ascii="Times New Roman" w:hAnsi="Times New Roman" w:cs="Times New Roman"/>
      </w:rPr>
      <w:fldChar w:fldCharType="separate"/>
    </w:r>
    <w:r>
      <w:rPr>
        <w:rFonts w:ascii="Times New Roman" w:hAnsi="Times New Roman" w:cs="Times New Roman"/>
        <w:noProof/>
      </w:rPr>
      <w:t>4</w:t>
    </w:r>
    <w:r w:rsidRPr="0063330A">
      <w:rPr>
        <w:rFonts w:ascii="Times New Roman" w:hAnsi="Times New Roman" w:cs="Times New Roman"/>
      </w:rPr>
      <w:fldChar w:fldCharType="end"/>
    </w:r>
    <w:r w:rsidRPr="0063330A">
      <w:rPr>
        <w:rFonts w:ascii="Times New Roman" w:hAnsi="Times New Roman" w:cs="Times New Roman"/>
      </w:rPr>
      <w:t xml:space="preserve">                             Продовження додатка 3</w:t>
    </w:r>
  </w:p>
  <w:p w:rsidR="00704554" w:rsidRDefault="00704554" w:rsidP="007D64C1">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554" w:rsidRPr="00646562" w:rsidRDefault="00704554">
    <w:pPr>
      <w:pStyle w:val="Header"/>
      <w:jc w:val="center"/>
      <w:rPr>
        <w:rFonts w:ascii="Times New Roman" w:hAnsi="Times New Roman" w:cs="Times New Roman"/>
        <w:sz w:val="28"/>
        <w:szCs w:val="28"/>
      </w:rPr>
    </w:pPr>
  </w:p>
  <w:p w:rsidR="00704554" w:rsidRDefault="007045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2E3C"/>
    <w:multiLevelType w:val="hybridMultilevel"/>
    <w:tmpl w:val="33FA5068"/>
    <w:lvl w:ilvl="0" w:tplc="0422000F">
      <w:start w:val="11"/>
      <w:numFmt w:val="decimal"/>
      <w:lvlText w:val="%1."/>
      <w:lvlJc w:val="left"/>
      <w:pPr>
        <w:ind w:left="121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F5A1290"/>
    <w:multiLevelType w:val="multilevel"/>
    <w:tmpl w:val="C68EDB9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070413A"/>
    <w:multiLevelType w:val="hybridMultilevel"/>
    <w:tmpl w:val="9A96028C"/>
    <w:lvl w:ilvl="0" w:tplc="920EC8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4A4D2917"/>
    <w:multiLevelType w:val="hybridMultilevel"/>
    <w:tmpl w:val="33FA5068"/>
    <w:lvl w:ilvl="0" w:tplc="FFFFFFFF">
      <w:start w:val="11"/>
      <w:numFmt w:val="decimal"/>
      <w:lvlText w:val="%1."/>
      <w:lvlJc w:val="left"/>
      <w:pPr>
        <w:ind w:left="12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0CE1"/>
    <w:rsid w:val="00003A26"/>
    <w:rsid w:val="0001133A"/>
    <w:rsid w:val="00015D01"/>
    <w:rsid w:val="00024E80"/>
    <w:rsid w:val="00025FA3"/>
    <w:rsid w:val="00031EC3"/>
    <w:rsid w:val="00051B83"/>
    <w:rsid w:val="00052E6E"/>
    <w:rsid w:val="0005556D"/>
    <w:rsid w:val="00067C0F"/>
    <w:rsid w:val="00075F1A"/>
    <w:rsid w:val="00080A65"/>
    <w:rsid w:val="00094F38"/>
    <w:rsid w:val="000A2136"/>
    <w:rsid w:val="000A22BF"/>
    <w:rsid w:val="000A780B"/>
    <w:rsid w:val="000B0C86"/>
    <w:rsid w:val="000B3145"/>
    <w:rsid w:val="000B35B0"/>
    <w:rsid w:val="000C3AA9"/>
    <w:rsid w:val="000C40F1"/>
    <w:rsid w:val="000C4597"/>
    <w:rsid w:val="000D3B94"/>
    <w:rsid w:val="000E249B"/>
    <w:rsid w:val="000E2C9C"/>
    <w:rsid w:val="00121DFE"/>
    <w:rsid w:val="00123305"/>
    <w:rsid w:val="001349EE"/>
    <w:rsid w:val="001519A8"/>
    <w:rsid w:val="00160975"/>
    <w:rsid w:val="001715BD"/>
    <w:rsid w:val="001755D7"/>
    <w:rsid w:val="00185E86"/>
    <w:rsid w:val="00186787"/>
    <w:rsid w:val="001A2411"/>
    <w:rsid w:val="001A772B"/>
    <w:rsid w:val="001B5291"/>
    <w:rsid w:val="001C206E"/>
    <w:rsid w:val="001D3D8C"/>
    <w:rsid w:val="001E35E7"/>
    <w:rsid w:val="001F69E6"/>
    <w:rsid w:val="00210D37"/>
    <w:rsid w:val="0022014A"/>
    <w:rsid w:val="00227981"/>
    <w:rsid w:val="00232370"/>
    <w:rsid w:val="002341B1"/>
    <w:rsid w:val="0023579C"/>
    <w:rsid w:val="002443B1"/>
    <w:rsid w:val="00251521"/>
    <w:rsid w:val="00265294"/>
    <w:rsid w:val="002655BE"/>
    <w:rsid w:val="0027279A"/>
    <w:rsid w:val="00285D36"/>
    <w:rsid w:val="002972AB"/>
    <w:rsid w:val="002A0FFA"/>
    <w:rsid w:val="002A3F4F"/>
    <w:rsid w:val="002B095D"/>
    <w:rsid w:val="002B6E5E"/>
    <w:rsid w:val="002C521E"/>
    <w:rsid w:val="002C6D36"/>
    <w:rsid w:val="002C7528"/>
    <w:rsid w:val="002E2174"/>
    <w:rsid w:val="002E7DD0"/>
    <w:rsid w:val="002F267F"/>
    <w:rsid w:val="002F407E"/>
    <w:rsid w:val="002F612B"/>
    <w:rsid w:val="00312BBD"/>
    <w:rsid w:val="00314A9E"/>
    <w:rsid w:val="00320750"/>
    <w:rsid w:val="00324878"/>
    <w:rsid w:val="0033070C"/>
    <w:rsid w:val="003333D4"/>
    <w:rsid w:val="00333F86"/>
    <w:rsid w:val="00341298"/>
    <w:rsid w:val="00345287"/>
    <w:rsid w:val="0034626D"/>
    <w:rsid w:val="00347E51"/>
    <w:rsid w:val="003504A8"/>
    <w:rsid w:val="0036100B"/>
    <w:rsid w:val="0036110C"/>
    <w:rsid w:val="00391F1A"/>
    <w:rsid w:val="003A69A4"/>
    <w:rsid w:val="003B7E82"/>
    <w:rsid w:val="003C0984"/>
    <w:rsid w:val="003C1F29"/>
    <w:rsid w:val="003C2AA3"/>
    <w:rsid w:val="003D1B4E"/>
    <w:rsid w:val="003D5CE4"/>
    <w:rsid w:val="003D6E74"/>
    <w:rsid w:val="003D74CF"/>
    <w:rsid w:val="003F0357"/>
    <w:rsid w:val="003F1E3E"/>
    <w:rsid w:val="003F209B"/>
    <w:rsid w:val="00401ADB"/>
    <w:rsid w:val="004034FA"/>
    <w:rsid w:val="0042009F"/>
    <w:rsid w:val="00422AA9"/>
    <w:rsid w:val="0043797B"/>
    <w:rsid w:val="00455740"/>
    <w:rsid w:val="00456722"/>
    <w:rsid w:val="004607EF"/>
    <w:rsid w:val="0046254A"/>
    <w:rsid w:val="00462598"/>
    <w:rsid w:val="00464970"/>
    <w:rsid w:val="00467888"/>
    <w:rsid w:val="00467C46"/>
    <w:rsid w:val="00474DE8"/>
    <w:rsid w:val="00475099"/>
    <w:rsid w:val="00484F15"/>
    <w:rsid w:val="00485862"/>
    <w:rsid w:val="004902AC"/>
    <w:rsid w:val="00491830"/>
    <w:rsid w:val="004A2953"/>
    <w:rsid w:val="004A5F28"/>
    <w:rsid w:val="004C0722"/>
    <w:rsid w:val="004C165F"/>
    <w:rsid w:val="004C6F62"/>
    <w:rsid w:val="004E0FBA"/>
    <w:rsid w:val="004E4115"/>
    <w:rsid w:val="004F2E7D"/>
    <w:rsid w:val="00502C81"/>
    <w:rsid w:val="0050313B"/>
    <w:rsid w:val="005133C0"/>
    <w:rsid w:val="00513E8A"/>
    <w:rsid w:val="00514DF5"/>
    <w:rsid w:val="00550149"/>
    <w:rsid w:val="005548A9"/>
    <w:rsid w:val="00565D65"/>
    <w:rsid w:val="00575031"/>
    <w:rsid w:val="0059106B"/>
    <w:rsid w:val="005A04C9"/>
    <w:rsid w:val="005A1327"/>
    <w:rsid w:val="005A297F"/>
    <w:rsid w:val="005A3C6F"/>
    <w:rsid w:val="005A4BDE"/>
    <w:rsid w:val="005C4292"/>
    <w:rsid w:val="005E3A06"/>
    <w:rsid w:val="005E5E73"/>
    <w:rsid w:val="005F4325"/>
    <w:rsid w:val="005F50E5"/>
    <w:rsid w:val="005F6E66"/>
    <w:rsid w:val="00604960"/>
    <w:rsid w:val="0061173D"/>
    <w:rsid w:val="00624E99"/>
    <w:rsid w:val="00626684"/>
    <w:rsid w:val="006267A9"/>
    <w:rsid w:val="0063330A"/>
    <w:rsid w:val="006403C6"/>
    <w:rsid w:val="00646562"/>
    <w:rsid w:val="00650B7E"/>
    <w:rsid w:val="00651561"/>
    <w:rsid w:val="00657607"/>
    <w:rsid w:val="00660117"/>
    <w:rsid w:val="00676F2F"/>
    <w:rsid w:val="006802EF"/>
    <w:rsid w:val="006815BD"/>
    <w:rsid w:val="006833F7"/>
    <w:rsid w:val="00687997"/>
    <w:rsid w:val="0069122B"/>
    <w:rsid w:val="00695E93"/>
    <w:rsid w:val="006A6B96"/>
    <w:rsid w:val="006C73D6"/>
    <w:rsid w:val="006D7BBB"/>
    <w:rsid w:val="00704554"/>
    <w:rsid w:val="00705745"/>
    <w:rsid w:val="007079BD"/>
    <w:rsid w:val="007166A2"/>
    <w:rsid w:val="007227C8"/>
    <w:rsid w:val="00736C52"/>
    <w:rsid w:val="00742020"/>
    <w:rsid w:val="00745281"/>
    <w:rsid w:val="00752CE8"/>
    <w:rsid w:val="00753020"/>
    <w:rsid w:val="00754511"/>
    <w:rsid w:val="00756E09"/>
    <w:rsid w:val="0076448F"/>
    <w:rsid w:val="00776B3E"/>
    <w:rsid w:val="00780CC6"/>
    <w:rsid w:val="007868A8"/>
    <w:rsid w:val="0079220C"/>
    <w:rsid w:val="007A34C4"/>
    <w:rsid w:val="007B16BF"/>
    <w:rsid w:val="007C24E4"/>
    <w:rsid w:val="007C33B3"/>
    <w:rsid w:val="007C606D"/>
    <w:rsid w:val="007D1B2C"/>
    <w:rsid w:val="007D64C1"/>
    <w:rsid w:val="007D658B"/>
    <w:rsid w:val="007D75F6"/>
    <w:rsid w:val="007D798E"/>
    <w:rsid w:val="007E2126"/>
    <w:rsid w:val="007E5C4A"/>
    <w:rsid w:val="007E6ED8"/>
    <w:rsid w:val="007F4DAA"/>
    <w:rsid w:val="008006BE"/>
    <w:rsid w:val="008023B6"/>
    <w:rsid w:val="00804DE3"/>
    <w:rsid w:val="008123FA"/>
    <w:rsid w:val="00814890"/>
    <w:rsid w:val="00815C7B"/>
    <w:rsid w:val="00832260"/>
    <w:rsid w:val="0083639A"/>
    <w:rsid w:val="00845C37"/>
    <w:rsid w:val="0084660D"/>
    <w:rsid w:val="008524F8"/>
    <w:rsid w:val="00860A75"/>
    <w:rsid w:val="00860DAA"/>
    <w:rsid w:val="008725F5"/>
    <w:rsid w:val="00876305"/>
    <w:rsid w:val="00897C78"/>
    <w:rsid w:val="008B04D6"/>
    <w:rsid w:val="008B4A29"/>
    <w:rsid w:val="008B5AAC"/>
    <w:rsid w:val="008C7B45"/>
    <w:rsid w:val="008D1085"/>
    <w:rsid w:val="008D1B04"/>
    <w:rsid w:val="008E5AC7"/>
    <w:rsid w:val="008E7F58"/>
    <w:rsid w:val="008F1E54"/>
    <w:rsid w:val="008F6D80"/>
    <w:rsid w:val="00931FF0"/>
    <w:rsid w:val="00933A91"/>
    <w:rsid w:val="00935DBF"/>
    <w:rsid w:val="00945BA1"/>
    <w:rsid w:val="009621E0"/>
    <w:rsid w:val="00963EC1"/>
    <w:rsid w:val="00987694"/>
    <w:rsid w:val="009962A5"/>
    <w:rsid w:val="009A3320"/>
    <w:rsid w:val="009C043C"/>
    <w:rsid w:val="009C0D7E"/>
    <w:rsid w:val="009D391B"/>
    <w:rsid w:val="009D40C1"/>
    <w:rsid w:val="009D6ADC"/>
    <w:rsid w:val="009E02CE"/>
    <w:rsid w:val="009F1044"/>
    <w:rsid w:val="009F5121"/>
    <w:rsid w:val="00A05BDC"/>
    <w:rsid w:val="00A06164"/>
    <w:rsid w:val="00A1125B"/>
    <w:rsid w:val="00A16026"/>
    <w:rsid w:val="00A43A3B"/>
    <w:rsid w:val="00A56FFB"/>
    <w:rsid w:val="00A57B21"/>
    <w:rsid w:val="00A6296A"/>
    <w:rsid w:val="00A70B24"/>
    <w:rsid w:val="00A71BD2"/>
    <w:rsid w:val="00A72306"/>
    <w:rsid w:val="00A74366"/>
    <w:rsid w:val="00A7773B"/>
    <w:rsid w:val="00AA12A0"/>
    <w:rsid w:val="00AA6591"/>
    <w:rsid w:val="00AB5723"/>
    <w:rsid w:val="00AB6BE6"/>
    <w:rsid w:val="00AC261E"/>
    <w:rsid w:val="00AC28D6"/>
    <w:rsid w:val="00AC56F6"/>
    <w:rsid w:val="00AD00B8"/>
    <w:rsid w:val="00AD0531"/>
    <w:rsid w:val="00AD1162"/>
    <w:rsid w:val="00AD19C2"/>
    <w:rsid w:val="00AF2F2C"/>
    <w:rsid w:val="00B06173"/>
    <w:rsid w:val="00B155D2"/>
    <w:rsid w:val="00B261CA"/>
    <w:rsid w:val="00B4712F"/>
    <w:rsid w:val="00B50BEF"/>
    <w:rsid w:val="00B51604"/>
    <w:rsid w:val="00B61ED9"/>
    <w:rsid w:val="00B63648"/>
    <w:rsid w:val="00B72043"/>
    <w:rsid w:val="00B7252A"/>
    <w:rsid w:val="00B7616C"/>
    <w:rsid w:val="00B80096"/>
    <w:rsid w:val="00B903E0"/>
    <w:rsid w:val="00BA059C"/>
    <w:rsid w:val="00BB059E"/>
    <w:rsid w:val="00BC3942"/>
    <w:rsid w:val="00BD34A2"/>
    <w:rsid w:val="00BD727E"/>
    <w:rsid w:val="00BD75C5"/>
    <w:rsid w:val="00BE56AC"/>
    <w:rsid w:val="00BE74F1"/>
    <w:rsid w:val="00BF483A"/>
    <w:rsid w:val="00C16401"/>
    <w:rsid w:val="00C228AF"/>
    <w:rsid w:val="00C31F73"/>
    <w:rsid w:val="00C34ED6"/>
    <w:rsid w:val="00C43B7E"/>
    <w:rsid w:val="00C46570"/>
    <w:rsid w:val="00C51CA2"/>
    <w:rsid w:val="00C53F46"/>
    <w:rsid w:val="00C608BC"/>
    <w:rsid w:val="00C641DB"/>
    <w:rsid w:val="00C75ACE"/>
    <w:rsid w:val="00C80EE6"/>
    <w:rsid w:val="00C837B7"/>
    <w:rsid w:val="00C86404"/>
    <w:rsid w:val="00C93603"/>
    <w:rsid w:val="00C94633"/>
    <w:rsid w:val="00CA14B1"/>
    <w:rsid w:val="00CA32D6"/>
    <w:rsid w:val="00CA479E"/>
    <w:rsid w:val="00CC3E8C"/>
    <w:rsid w:val="00CC415C"/>
    <w:rsid w:val="00CD3BB6"/>
    <w:rsid w:val="00D017A6"/>
    <w:rsid w:val="00D108B9"/>
    <w:rsid w:val="00D11EFC"/>
    <w:rsid w:val="00D433DC"/>
    <w:rsid w:val="00D51233"/>
    <w:rsid w:val="00D60B05"/>
    <w:rsid w:val="00D61AD6"/>
    <w:rsid w:val="00D7270E"/>
    <w:rsid w:val="00D82441"/>
    <w:rsid w:val="00D833CF"/>
    <w:rsid w:val="00D85D56"/>
    <w:rsid w:val="00D90291"/>
    <w:rsid w:val="00DB19F0"/>
    <w:rsid w:val="00DB6FA7"/>
    <w:rsid w:val="00DB7D02"/>
    <w:rsid w:val="00DC2E4F"/>
    <w:rsid w:val="00DC3C4B"/>
    <w:rsid w:val="00DE0F1C"/>
    <w:rsid w:val="00DF240A"/>
    <w:rsid w:val="00E02F33"/>
    <w:rsid w:val="00E05579"/>
    <w:rsid w:val="00E34D66"/>
    <w:rsid w:val="00E37E4D"/>
    <w:rsid w:val="00E44E74"/>
    <w:rsid w:val="00E515E6"/>
    <w:rsid w:val="00E66CED"/>
    <w:rsid w:val="00E812DE"/>
    <w:rsid w:val="00E81476"/>
    <w:rsid w:val="00E81C68"/>
    <w:rsid w:val="00E90A9D"/>
    <w:rsid w:val="00E90CE1"/>
    <w:rsid w:val="00E90FDE"/>
    <w:rsid w:val="00E939C9"/>
    <w:rsid w:val="00E96EE6"/>
    <w:rsid w:val="00E970A0"/>
    <w:rsid w:val="00EA0BEC"/>
    <w:rsid w:val="00EA18FF"/>
    <w:rsid w:val="00EB2F35"/>
    <w:rsid w:val="00EC3946"/>
    <w:rsid w:val="00ED4386"/>
    <w:rsid w:val="00EE2965"/>
    <w:rsid w:val="00EE6DA5"/>
    <w:rsid w:val="00F00A95"/>
    <w:rsid w:val="00F010AB"/>
    <w:rsid w:val="00F01F6C"/>
    <w:rsid w:val="00F269C0"/>
    <w:rsid w:val="00F31A50"/>
    <w:rsid w:val="00F34449"/>
    <w:rsid w:val="00F37131"/>
    <w:rsid w:val="00F5756B"/>
    <w:rsid w:val="00F6081C"/>
    <w:rsid w:val="00F60922"/>
    <w:rsid w:val="00F6780A"/>
    <w:rsid w:val="00F71ACB"/>
    <w:rsid w:val="00F733BA"/>
    <w:rsid w:val="00F815CB"/>
    <w:rsid w:val="00F8269A"/>
    <w:rsid w:val="00F91E5F"/>
    <w:rsid w:val="00FA3FD5"/>
    <w:rsid w:val="00FB2A6B"/>
    <w:rsid w:val="00FB2B9A"/>
    <w:rsid w:val="00FD07AE"/>
    <w:rsid w:val="00FE2EDC"/>
    <w:rsid w:val="00FF089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EE6"/>
    <w:pPr>
      <w:spacing w:after="160" w:line="259" w:lineRule="auto"/>
    </w:pPr>
    <w:rPr>
      <w:rFonts w:cs="Calibri"/>
      <w:kern w:val="2"/>
      <w:lang w:eastAsia="en-US"/>
    </w:rPr>
  </w:style>
  <w:style w:type="paragraph" w:styleId="Heading1">
    <w:name w:val="heading 1"/>
    <w:basedOn w:val="Normal"/>
    <w:next w:val="Normal"/>
    <w:link w:val="Heading1Char"/>
    <w:uiPriority w:val="99"/>
    <w:qFormat/>
    <w:rsid w:val="00E90CE1"/>
    <w:pPr>
      <w:keepNext/>
      <w:keepLines/>
      <w:spacing w:before="360" w:after="80"/>
      <w:outlineLvl w:val="0"/>
    </w:pPr>
    <w:rPr>
      <w:rFonts w:ascii="Calibri Light" w:hAnsi="Calibri Light" w:cs="Calibri Light"/>
      <w:color w:val="2F5496"/>
      <w:kern w:val="0"/>
      <w:sz w:val="40"/>
      <w:szCs w:val="40"/>
      <w:lang w:eastAsia="uk-UA"/>
    </w:rPr>
  </w:style>
  <w:style w:type="paragraph" w:styleId="Heading2">
    <w:name w:val="heading 2"/>
    <w:basedOn w:val="Normal"/>
    <w:next w:val="Normal"/>
    <w:link w:val="Heading2Char"/>
    <w:uiPriority w:val="99"/>
    <w:qFormat/>
    <w:rsid w:val="00E90CE1"/>
    <w:pPr>
      <w:keepNext/>
      <w:keepLines/>
      <w:spacing w:before="160" w:after="80"/>
      <w:outlineLvl w:val="1"/>
    </w:pPr>
    <w:rPr>
      <w:rFonts w:ascii="Calibri Light" w:hAnsi="Calibri Light" w:cs="Calibri Light"/>
      <w:color w:val="2F5496"/>
      <w:kern w:val="0"/>
      <w:sz w:val="32"/>
      <w:szCs w:val="32"/>
      <w:lang w:eastAsia="uk-UA"/>
    </w:rPr>
  </w:style>
  <w:style w:type="paragraph" w:styleId="Heading3">
    <w:name w:val="heading 3"/>
    <w:basedOn w:val="Normal"/>
    <w:next w:val="Normal"/>
    <w:link w:val="Heading3Char"/>
    <w:uiPriority w:val="99"/>
    <w:qFormat/>
    <w:rsid w:val="00E90CE1"/>
    <w:pPr>
      <w:keepNext/>
      <w:keepLines/>
      <w:spacing w:before="160" w:after="80"/>
      <w:outlineLvl w:val="2"/>
    </w:pPr>
    <w:rPr>
      <w:rFonts w:eastAsia="Times New Roman"/>
      <w:color w:val="2F5496"/>
      <w:kern w:val="0"/>
      <w:sz w:val="28"/>
      <w:szCs w:val="28"/>
      <w:lang w:eastAsia="uk-UA"/>
    </w:rPr>
  </w:style>
  <w:style w:type="paragraph" w:styleId="Heading4">
    <w:name w:val="heading 4"/>
    <w:basedOn w:val="Normal"/>
    <w:next w:val="Normal"/>
    <w:link w:val="Heading4Char"/>
    <w:uiPriority w:val="99"/>
    <w:qFormat/>
    <w:rsid w:val="00E90CE1"/>
    <w:pPr>
      <w:keepNext/>
      <w:keepLines/>
      <w:spacing w:before="80" w:after="40"/>
      <w:outlineLvl w:val="3"/>
    </w:pPr>
    <w:rPr>
      <w:rFonts w:eastAsia="Times New Roman"/>
      <w:i/>
      <w:iCs/>
      <w:color w:val="2F5496"/>
      <w:kern w:val="0"/>
      <w:sz w:val="20"/>
      <w:szCs w:val="20"/>
      <w:lang w:eastAsia="uk-UA"/>
    </w:rPr>
  </w:style>
  <w:style w:type="paragraph" w:styleId="Heading5">
    <w:name w:val="heading 5"/>
    <w:basedOn w:val="Normal"/>
    <w:next w:val="Normal"/>
    <w:link w:val="Heading5Char"/>
    <w:uiPriority w:val="99"/>
    <w:qFormat/>
    <w:rsid w:val="00E90CE1"/>
    <w:pPr>
      <w:keepNext/>
      <w:keepLines/>
      <w:spacing w:before="80" w:after="40"/>
      <w:outlineLvl w:val="4"/>
    </w:pPr>
    <w:rPr>
      <w:rFonts w:eastAsia="Times New Roman"/>
      <w:color w:val="2F5496"/>
      <w:kern w:val="0"/>
      <w:sz w:val="20"/>
      <w:szCs w:val="20"/>
      <w:lang w:eastAsia="uk-UA"/>
    </w:rPr>
  </w:style>
  <w:style w:type="paragraph" w:styleId="Heading6">
    <w:name w:val="heading 6"/>
    <w:basedOn w:val="Normal"/>
    <w:next w:val="Normal"/>
    <w:link w:val="Heading6Char"/>
    <w:uiPriority w:val="99"/>
    <w:qFormat/>
    <w:rsid w:val="00E90CE1"/>
    <w:pPr>
      <w:keepNext/>
      <w:keepLines/>
      <w:spacing w:before="40" w:after="0"/>
      <w:outlineLvl w:val="5"/>
    </w:pPr>
    <w:rPr>
      <w:rFonts w:eastAsia="Times New Roman"/>
      <w:i/>
      <w:iCs/>
      <w:color w:val="595959"/>
      <w:kern w:val="0"/>
      <w:sz w:val="20"/>
      <w:szCs w:val="20"/>
      <w:lang w:eastAsia="uk-UA"/>
    </w:rPr>
  </w:style>
  <w:style w:type="paragraph" w:styleId="Heading7">
    <w:name w:val="heading 7"/>
    <w:basedOn w:val="Normal"/>
    <w:next w:val="Normal"/>
    <w:link w:val="Heading7Char"/>
    <w:uiPriority w:val="99"/>
    <w:qFormat/>
    <w:rsid w:val="00E90CE1"/>
    <w:pPr>
      <w:keepNext/>
      <w:keepLines/>
      <w:spacing w:before="40" w:after="0"/>
      <w:outlineLvl w:val="6"/>
    </w:pPr>
    <w:rPr>
      <w:rFonts w:eastAsia="Times New Roman"/>
      <w:color w:val="595959"/>
      <w:kern w:val="0"/>
      <w:sz w:val="20"/>
      <w:szCs w:val="20"/>
      <w:lang w:eastAsia="uk-UA"/>
    </w:rPr>
  </w:style>
  <w:style w:type="paragraph" w:styleId="Heading8">
    <w:name w:val="heading 8"/>
    <w:basedOn w:val="Normal"/>
    <w:next w:val="Normal"/>
    <w:link w:val="Heading8Char"/>
    <w:uiPriority w:val="99"/>
    <w:qFormat/>
    <w:rsid w:val="00E90CE1"/>
    <w:pPr>
      <w:keepNext/>
      <w:keepLines/>
      <w:spacing w:after="0"/>
      <w:outlineLvl w:val="7"/>
    </w:pPr>
    <w:rPr>
      <w:rFonts w:eastAsia="Times New Roman"/>
      <w:i/>
      <w:iCs/>
      <w:color w:val="272727"/>
      <w:kern w:val="0"/>
      <w:sz w:val="20"/>
      <w:szCs w:val="20"/>
      <w:lang w:eastAsia="uk-UA"/>
    </w:rPr>
  </w:style>
  <w:style w:type="paragraph" w:styleId="Heading9">
    <w:name w:val="heading 9"/>
    <w:basedOn w:val="Normal"/>
    <w:next w:val="Normal"/>
    <w:link w:val="Heading9Char"/>
    <w:uiPriority w:val="99"/>
    <w:qFormat/>
    <w:rsid w:val="00E90CE1"/>
    <w:pPr>
      <w:keepNext/>
      <w:keepLines/>
      <w:spacing w:after="0"/>
      <w:outlineLvl w:val="8"/>
    </w:pPr>
    <w:rPr>
      <w:rFonts w:eastAsia="Times New Roman"/>
      <w:color w:val="272727"/>
      <w:kern w:val="0"/>
      <w:sz w:val="20"/>
      <w:szCs w:val="20"/>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90CE1"/>
    <w:rPr>
      <w:rFonts w:ascii="Calibri Light" w:hAnsi="Calibri Light" w:cs="Calibri Light"/>
      <w:color w:val="2F5496"/>
      <w:sz w:val="40"/>
      <w:szCs w:val="40"/>
    </w:rPr>
  </w:style>
  <w:style w:type="character" w:customStyle="1" w:styleId="Heading2Char">
    <w:name w:val="Heading 2 Char"/>
    <w:basedOn w:val="DefaultParagraphFont"/>
    <w:link w:val="Heading2"/>
    <w:uiPriority w:val="99"/>
    <w:semiHidden/>
    <w:rsid w:val="00E90CE1"/>
    <w:rPr>
      <w:rFonts w:ascii="Calibri Light" w:hAnsi="Calibri Light" w:cs="Calibri Light"/>
      <w:color w:val="2F5496"/>
      <w:sz w:val="32"/>
      <w:szCs w:val="32"/>
    </w:rPr>
  </w:style>
  <w:style w:type="character" w:customStyle="1" w:styleId="Heading3Char">
    <w:name w:val="Heading 3 Char"/>
    <w:basedOn w:val="DefaultParagraphFont"/>
    <w:link w:val="Heading3"/>
    <w:uiPriority w:val="99"/>
    <w:semiHidden/>
    <w:rsid w:val="00E90CE1"/>
    <w:rPr>
      <w:rFonts w:eastAsia="Times New Roman"/>
      <w:color w:val="2F5496"/>
      <w:sz w:val="28"/>
      <w:szCs w:val="28"/>
    </w:rPr>
  </w:style>
  <w:style w:type="character" w:customStyle="1" w:styleId="Heading4Char">
    <w:name w:val="Heading 4 Char"/>
    <w:basedOn w:val="DefaultParagraphFont"/>
    <w:link w:val="Heading4"/>
    <w:uiPriority w:val="99"/>
    <w:semiHidden/>
    <w:rsid w:val="00E90CE1"/>
    <w:rPr>
      <w:rFonts w:eastAsia="Times New Roman"/>
      <w:i/>
      <w:iCs/>
      <w:color w:val="2F5496"/>
    </w:rPr>
  </w:style>
  <w:style w:type="character" w:customStyle="1" w:styleId="Heading5Char">
    <w:name w:val="Heading 5 Char"/>
    <w:basedOn w:val="DefaultParagraphFont"/>
    <w:link w:val="Heading5"/>
    <w:uiPriority w:val="99"/>
    <w:semiHidden/>
    <w:rsid w:val="00E90CE1"/>
    <w:rPr>
      <w:rFonts w:eastAsia="Times New Roman"/>
      <w:color w:val="2F5496"/>
    </w:rPr>
  </w:style>
  <w:style w:type="character" w:customStyle="1" w:styleId="Heading6Char">
    <w:name w:val="Heading 6 Char"/>
    <w:basedOn w:val="DefaultParagraphFont"/>
    <w:link w:val="Heading6"/>
    <w:uiPriority w:val="99"/>
    <w:semiHidden/>
    <w:rsid w:val="00E90CE1"/>
    <w:rPr>
      <w:rFonts w:eastAsia="Times New Roman"/>
      <w:i/>
      <w:iCs/>
      <w:color w:val="595959"/>
    </w:rPr>
  </w:style>
  <w:style w:type="character" w:customStyle="1" w:styleId="Heading7Char">
    <w:name w:val="Heading 7 Char"/>
    <w:basedOn w:val="DefaultParagraphFont"/>
    <w:link w:val="Heading7"/>
    <w:uiPriority w:val="99"/>
    <w:semiHidden/>
    <w:rsid w:val="00E90CE1"/>
    <w:rPr>
      <w:rFonts w:eastAsia="Times New Roman"/>
      <w:color w:val="595959"/>
    </w:rPr>
  </w:style>
  <w:style w:type="character" w:customStyle="1" w:styleId="Heading8Char">
    <w:name w:val="Heading 8 Char"/>
    <w:basedOn w:val="DefaultParagraphFont"/>
    <w:link w:val="Heading8"/>
    <w:uiPriority w:val="99"/>
    <w:semiHidden/>
    <w:rsid w:val="00E90CE1"/>
    <w:rPr>
      <w:rFonts w:eastAsia="Times New Roman"/>
      <w:i/>
      <w:iCs/>
      <w:color w:val="272727"/>
    </w:rPr>
  </w:style>
  <w:style w:type="character" w:customStyle="1" w:styleId="Heading9Char">
    <w:name w:val="Heading 9 Char"/>
    <w:basedOn w:val="DefaultParagraphFont"/>
    <w:link w:val="Heading9"/>
    <w:uiPriority w:val="99"/>
    <w:semiHidden/>
    <w:rsid w:val="00E90CE1"/>
    <w:rPr>
      <w:rFonts w:eastAsia="Times New Roman"/>
      <w:color w:val="272727"/>
    </w:rPr>
  </w:style>
  <w:style w:type="paragraph" w:styleId="Title">
    <w:name w:val="Title"/>
    <w:basedOn w:val="Normal"/>
    <w:next w:val="Normal"/>
    <w:link w:val="TitleChar"/>
    <w:uiPriority w:val="99"/>
    <w:qFormat/>
    <w:rsid w:val="00E90CE1"/>
    <w:pPr>
      <w:spacing w:after="80" w:line="240" w:lineRule="auto"/>
      <w:contextualSpacing/>
    </w:pPr>
    <w:rPr>
      <w:rFonts w:ascii="Calibri Light" w:hAnsi="Calibri Light" w:cs="Calibri Light"/>
      <w:spacing w:val="-10"/>
      <w:kern w:val="28"/>
      <w:sz w:val="56"/>
      <w:szCs w:val="56"/>
      <w:lang w:eastAsia="uk-UA"/>
    </w:rPr>
  </w:style>
  <w:style w:type="character" w:customStyle="1" w:styleId="TitleChar">
    <w:name w:val="Title Char"/>
    <w:basedOn w:val="DefaultParagraphFont"/>
    <w:link w:val="Title"/>
    <w:uiPriority w:val="99"/>
    <w:rsid w:val="00E90CE1"/>
    <w:rPr>
      <w:rFonts w:ascii="Calibri Light" w:hAnsi="Calibri Light" w:cs="Calibri Light"/>
      <w:spacing w:val="-10"/>
      <w:kern w:val="28"/>
      <w:sz w:val="56"/>
      <w:szCs w:val="56"/>
    </w:rPr>
  </w:style>
  <w:style w:type="paragraph" w:styleId="Subtitle">
    <w:name w:val="Subtitle"/>
    <w:basedOn w:val="Normal"/>
    <w:next w:val="Normal"/>
    <w:link w:val="SubtitleChar"/>
    <w:uiPriority w:val="99"/>
    <w:qFormat/>
    <w:rsid w:val="00E90CE1"/>
    <w:pPr>
      <w:numPr>
        <w:ilvl w:val="1"/>
      </w:numPr>
    </w:pPr>
    <w:rPr>
      <w:rFonts w:eastAsia="Times New Roman"/>
      <w:color w:val="595959"/>
      <w:spacing w:val="15"/>
      <w:kern w:val="0"/>
      <w:sz w:val="28"/>
      <w:szCs w:val="28"/>
      <w:lang w:eastAsia="uk-UA"/>
    </w:rPr>
  </w:style>
  <w:style w:type="character" w:customStyle="1" w:styleId="SubtitleChar">
    <w:name w:val="Subtitle Char"/>
    <w:basedOn w:val="DefaultParagraphFont"/>
    <w:link w:val="Subtitle"/>
    <w:uiPriority w:val="99"/>
    <w:rsid w:val="00E90CE1"/>
    <w:rPr>
      <w:rFonts w:eastAsia="Times New Roman"/>
      <w:color w:val="595959"/>
      <w:spacing w:val="15"/>
      <w:sz w:val="28"/>
      <w:szCs w:val="28"/>
    </w:rPr>
  </w:style>
  <w:style w:type="paragraph" w:styleId="Quote">
    <w:name w:val="Quote"/>
    <w:basedOn w:val="Normal"/>
    <w:next w:val="Normal"/>
    <w:link w:val="QuoteChar"/>
    <w:uiPriority w:val="99"/>
    <w:qFormat/>
    <w:rsid w:val="00E90CE1"/>
    <w:pPr>
      <w:spacing w:before="160"/>
      <w:jc w:val="center"/>
    </w:pPr>
    <w:rPr>
      <w:i/>
      <w:iCs/>
      <w:color w:val="404040"/>
      <w:kern w:val="0"/>
      <w:sz w:val="20"/>
      <w:szCs w:val="20"/>
      <w:lang w:eastAsia="uk-UA"/>
    </w:rPr>
  </w:style>
  <w:style w:type="character" w:customStyle="1" w:styleId="QuoteChar">
    <w:name w:val="Quote Char"/>
    <w:basedOn w:val="DefaultParagraphFont"/>
    <w:link w:val="Quote"/>
    <w:uiPriority w:val="99"/>
    <w:rsid w:val="00E90CE1"/>
    <w:rPr>
      <w:i/>
      <w:iCs/>
      <w:color w:val="404040"/>
    </w:rPr>
  </w:style>
  <w:style w:type="paragraph" w:styleId="ListParagraph">
    <w:name w:val="List Paragraph"/>
    <w:basedOn w:val="Normal"/>
    <w:uiPriority w:val="99"/>
    <w:qFormat/>
    <w:rsid w:val="00E90CE1"/>
    <w:pPr>
      <w:ind w:left="720"/>
      <w:contextualSpacing/>
    </w:pPr>
  </w:style>
  <w:style w:type="character" w:styleId="IntenseEmphasis">
    <w:name w:val="Intense Emphasis"/>
    <w:basedOn w:val="DefaultParagraphFont"/>
    <w:uiPriority w:val="99"/>
    <w:qFormat/>
    <w:rsid w:val="00E90CE1"/>
    <w:rPr>
      <w:i/>
      <w:iCs/>
      <w:color w:val="2F5496"/>
    </w:rPr>
  </w:style>
  <w:style w:type="paragraph" w:styleId="IntenseQuote">
    <w:name w:val="Intense Quote"/>
    <w:basedOn w:val="Normal"/>
    <w:next w:val="Normal"/>
    <w:link w:val="IntenseQuoteChar"/>
    <w:uiPriority w:val="99"/>
    <w:qFormat/>
    <w:rsid w:val="00E90CE1"/>
    <w:pPr>
      <w:pBdr>
        <w:top w:val="single" w:sz="4" w:space="10" w:color="2F5496"/>
        <w:bottom w:val="single" w:sz="4" w:space="10" w:color="2F5496"/>
      </w:pBdr>
      <w:spacing w:before="360" w:after="360"/>
      <w:ind w:left="864" w:right="864"/>
      <w:jc w:val="center"/>
    </w:pPr>
    <w:rPr>
      <w:i/>
      <w:iCs/>
      <w:color w:val="2F5496"/>
      <w:kern w:val="0"/>
      <w:sz w:val="20"/>
      <w:szCs w:val="20"/>
      <w:lang w:eastAsia="uk-UA"/>
    </w:rPr>
  </w:style>
  <w:style w:type="character" w:customStyle="1" w:styleId="IntenseQuoteChar">
    <w:name w:val="Intense Quote Char"/>
    <w:basedOn w:val="DefaultParagraphFont"/>
    <w:link w:val="IntenseQuote"/>
    <w:uiPriority w:val="99"/>
    <w:rsid w:val="00E90CE1"/>
    <w:rPr>
      <w:i/>
      <w:iCs/>
      <w:color w:val="2F5496"/>
    </w:rPr>
  </w:style>
  <w:style w:type="character" w:styleId="IntenseReference">
    <w:name w:val="Intense Reference"/>
    <w:basedOn w:val="DefaultParagraphFont"/>
    <w:uiPriority w:val="99"/>
    <w:qFormat/>
    <w:rsid w:val="00E90CE1"/>
    <w:rPr>
      <w:b/>
      <w:bCs/>
      <w:smallCaps/>
      <w:color w:val="2F5496"/>
      <w:spacing w:val="5"/>
    </w:rPr>
  </w:style>
  <w:style w:type="paragraph" w:styleId="Header">
    <w:name w:val="header"/>
    <w:basedOn w:val="Normal"/>
    <w:link w:val="HeaderChar"/>
    <w:uiPriority w:val="99"/>
    <w:rsid w:val="00E90CE1"/>
    <w:pPr>
      <w:tabs>
        <w:tab w:val="center" w:pos="4819"/>
        <w:tab w:val="right" w:pos="9639"/>
      </w:tabs>
      <w:spacing w:after="0" w:line="240" w:lineRule="auto"/>
    </w:pPr>
  </w:style>
  <w:style w:type="character" w:customStyle="1" w:styleId="HeaderChar">
    <w:name w:val="Header Char"/>
    <w:basedOn w:val="DefaultParagraphFont"/>
    <w:link w:val="Header"/>
    <w:uiPriority w:val="99"/>
    <w:rsid w:val="00E90CE1"/>
  </w:style>
  <w:style w:type="paragraph" w:styleId="Footer">
    <w:name w:val="footer"/>
    <w:basedOn w:val="Normal"/>
    <w:link w:val="FooterChar"/>
    <w:uiPriority w:val="99"/>
    <w:rsid w:val="00E90CE1"/>
    <w:pPr>
      <w:tabs>
        <w:tab w:val="center" w:pos="4819"/>
        <w:tab w:val="right" w:pos="9639"/>
      </w:tabs>
      <w:spacing w:after="0" w:line="240" w:lineRule="auto"/>
    </w:pPr>
  </w:style>
  <w:style w:type="character" w:customStyle="1" w:styleId="FooterChar">
    <w:name w:val="Footer Char"/>
    <w:basedOn w:val="DefaultParagraphFont"/>
    <w:link w:val="Footer"/>
    <w:uiPriority w:val="99"/>
    <w:rsid w:val="00E90CE1"/>
  </w:style>
  <w:style w:type="table" w:styleId="TableGrid">
    <w:name w:val="Table Grid"/>
    <w:basedOn w:val="TableNormal"/>
    <w:uiPriority w:val="99"/>
    <w:rsid w:val="009C0D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9C0D7E"/>
    <w:pPr>
      <w:autoSpaceDE w:val="0"/>
      <w:autoSpaceDN w:val="0"/>
      <w:adjustRightInd w:val="0"/>
    </w:pPr>
    <w:rPr>
      <w:rFonts w:cs="Calibri"/>
      <w:color w:val="000000"/>
      <w:sz w:val="24"/>
      <w:szCs w:val="24"/>
      <w:lang w:eastAsia="en-US"/>
    </w:rPr>
  </w:style>
  <w:style w:type="paragraph" w:styleId="NormalWeb">
    <w:name w:val="Normal (Web)"/>
    <w:basedOn w:val="Normal"/>
    <w:uiPriority w:val="99"/>
    <w:semiHidden/>
    <w:rsid w:val="00E81476"/>
    <w:rPr>
      <w:sz w:val="24"/>
      <w:szCs w:val="24"/>
    </w:rPr>
  </w:style>
  <w:style w:type="paragraph" w:customStyle="1" w:styleId="rvps2">
    <w:name w:val="rvps2"/>
    <w:basedOn w:val="Normal"/>
    <w:uiPriority w:val="99"/>
    <w:rsid w:val="008524F8"/>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character" w:styleId="Hyperlink">
    <w:name w:val="Hyperlink"/>
    <w:basedOn w:val="DefaultParagraphFont"/>
    <w:uiPriority w:val="99"/>
    <w:rsid w:val="008524F8"/>
    <w:rPr>
      <w:color w:val="0000FF"/>
      <w:u w:val="single"/>
    </w:rPr>
  </w:style>
  <w:style w:type="character" w:customStyle="1" w:styleId="UnresolvedMention">
    <w:name w:val="Unresolved Mention"/>
    <w:uiPriority w:val="99"/>
    <w:semiHidden/>
    <w:rsid w:val="0022798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5</Pages>
  <Words>7714</Words>
  <Characters>4398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1 2</dc:creator>
  <cp:keywords/>
  <dc:description/>
  <cp:lastModifiedBy>apk-volodymyr-m</cp:lastModifiedBy>
  <cp:revision>8</cp:revision>
  <cp:lastPrinted>2025-10-10T11:14:00Z</cp:lastPrinted>
  <dcterms:created xsi:type="dcterms:W3CDTF">2025-10-28T12:45:00Z</dcterms:created>
  <dcterms:modified xsi:type="dcterms:W3CDTF">2025-11-06T15:44:00Z</dcterms:modified>
</cp:coreProperties>
</file>